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F32" w:rsidRDefault="00440F32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440F32" w:rsidRPr="003843E6" w:rsidRDefault="00440F3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440F32" w:rsidRPr="003843E6" w:rsidRDefault="00440F3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440F32" w:rsidRDefault="00440F3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1153DD">
        <w:rPr>
          <w:rFonts w:ascii="Times New Roman" w:hAnsi="Times New Roman" w:cs="Times New Roman"/>
          <w:sz w:val="28"/>
          <w:szCs w:val="28"/>
        </w:rPr>
        <w:t>от 17.1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153DD">
        <w:rPr>
          <w:rFonts w:ascii="Times New Roman" w:hAnsi="Times New Roman" w:cs="Times New Roman"/>
          <w:sz w:val="28"/>
          <w:szCs w:val="28"/>
        </w:rPr>
        <w:t>.2016 № 96</w:t>
      </w:r>
    </w:p>
    <w:p w:rsidR="00440F32" w:rsidRPr="003843E6" w:rsidRDefault="00440F3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944CD5">
        <w:rPr>
          <w:rFonts w:ascii="Times New Roman" w:hAnsi="Times New Roman" w:cs="Times New Roman"/>
          <w:sz w:val="28"/>
          <w:szCs w:val="28"/>
        </w:rPr>
        <w:t xml:space="preserve"> </w:t>
      </w: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440F32" w:rsidRPr="003843E6" w:rsidRDefault="00440F3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440F32" w:rsidRPr="003843E6" w:rsidRDefault="00440F3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43E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440F32" w:rsidRPr="003843E6" w:rsidRDefault="00440F32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440F32" w:rsidRPr="003843E6" w:rsidRDefault="00440F32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440F32" w:rsidRPr="001153DD" w:rsidRDefault="00440F32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1153DD">
        <w:rPr>
          <w:rFonts w:ascii="Times New Roman" w:hAnsi="Times New Roman" w:cs="Times New Roman"/>
          <w:sz w:val="28"/>
          <w:szCs w:val="28"/>
        </w:rPr>
        <w:t>от 17.1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153DD">
        <w:rPr>
          <w:rFonts w:ascii="Times New Roman" w:hAnsi="Times New Roman" w:cs="Times New Roman"/>
          <w:sz w:val="28"/>
          <w:szCs w:val="28"/>
        </w:rPr>
        <w:t>.2016 № 96</w:t>
      </w:r>
    </w:p>
    <w:p w:rsidR="00440F32" w:rsidRDefault="00440F32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440F32" w:rsidRDefault="00440F32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440F32" w:rsidRPr="00F057D4" w:rsidRDefault="00440F32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440F32" w:rsidRPr="00FD0CD3" w:rsidRDefault="00440F32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440F32" w:rsidRPr="00FD0CD3" w:rsidRDefault="00440F32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440F32" w:rsidRPr="009105B9" w:rsidRDefault="00440F32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40F32" w:rsidRDefault="00440F32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440F32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F32" w:rsidRPr="001435FF" w:rsidRDefault="00440F32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0F32" w:rsidRPr="008D66B7" w:rsidRDefault="00440F32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40F32" w:rsidRPr="001435FF" w:rsidRDefault="00440F3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440F32" w:rsidRPr="001435FF" w:rsidRDefault="00440F32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440F32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32" w:rsidRPr="001435FF" w:rsidRDefault="00440F32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32" w:rsidRPr="001435FF" w:rsidRDefault="00440F3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F32" w:rsidRPr="001435FF" w:rsidRDefault="00440F32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40F32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440F32" w:rsidRPr="001435FF" w:rsidRDefault="00440F32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440F32" w:rsidRPr="009C2D45" w:rsidRDefault="00440F32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440F32" w:rsidRPr="00690313" w:rsidRDefault="00440F32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F32" w:rsidRPr="001435FF">
        <w:trPr>
          <w:trHeight w:val="113"/>
        </w:trPr>
        <w:tc>
          <w:tcPr>
            <w:tcW w:w="561" w:type="dxa"/>
            <w:vMerge/>
          </w:tcPr>
          <w:p w:rsidR="00440F32" w:rsidRPr="001435FF" w:rsidRDefault="00440F32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440F32" w:rsidRPr="001435FF" w:rsidRDefault="00440F32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440F32" w:rsidRPr="001569FE" w:rsidRDefault="00440F32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6 533 400.00</w:t>
            </w:r>
          </w:p>
        </w:tc>
      </w:tr>
      <w:tr w:rsidR="00440F32" w:rsidRPr="00A755D8">
        <w:trPr>
          <w:trHeight w:val="113"/>
        </w:trPr>
        <w:tc>
          <w:tcPr>
            <w:tcW w:w="561" w:type="dxa"/>
          </w:tcPr>
          <w:p w:rsidR="00440F32" w:rsidRPr="00A755D8" w:rsidRDefault="00440F32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440F32" w:rsidRPr="00A755D8" w:rsidRDefault="00440F32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440F32" w:rsidRPr="00A755D8" w:rsidRDefault="00440F32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40F32" w:rsidRPr="00EE057C">
        <w:trPr>
          <w:trHeight w:val="113"/>
        </w:trPr>
        <w:tc>
          <w:tcPr>
            <w:tcW w:w="6961" w:type="dxa"/>
            <w:gridSpan w:val="2"/>
          </w:tcPr>
          <w:p w:rsidR="00440F32" w:rsidRPr="00EE057C" w:rsidRDefault="00440F32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440F32" w:rsidRDefault="00440F32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6 533 400.00</w:t>
            </w:r>
          </w:p>
        </w:tc>
      </w:tr>
    </w:tbl>
    <w:p w:rsidR="00440F32" w:rsidRPr="00EE057C" w:rsidRDefault="00440F32">
      <w:pPr>
        <w:rPr>
          <w:rFonts w:ascii="Times New Roman" w:hAnsi="Times New Roman" w:cs="Times New Roman"/>
          <w:sz w:val="28"/>
          <w:szCs w:val="28"/>
        </w:rPr>
      </w:pPr>
    </w:p>
    <w:p w:rsidR="00440F32" w:rsidRPr="00EE057C" w:rsidRDefault="00440F32">
      <w:pPr>
        <w:rPr>
          <w:rFonts w:ascii="Times New Roman" w:hAnsi="Times New Roman" w:cs="Times New Roman"/>
          <w:sz w:val="28"/>
          <w:szCs w:val="28"/>
        </w:rPr>
      </w:pPr>
    </w:p>
    <w:p w:rsidR="00440F32" w:rsidRPr="00EE057C" w:rsidRDefault="00440F32">
      <w:pPr>
        <w:rPr>
          <w:rFonts w:ascii="Times New Roman" w:hAnsi="Times New Roman" w:cs="Times New Roman"/>
          <w:sz w:val="28"/>
          <w:szCs w:val="28"/>
        </w:rPr>
      </w:pPr>
    </w:p>
    <w:p w:rsidR="00440F32" w:rsidRPr="00EE057C" w:rsidRDefault="00440F32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440F32" w:rsidRDefault="00440F32"/>
    <w:sectPr w:rsidR="00440F32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B7F2D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153DD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45C1"/>
    <w:rsid w:val="001B6230"/>
    <w:rsid w:val="001E6153"/>
    <w:rsid w:val="001F3E57"/>
    <w:rsid w:val="001F43B7"/>
    <w:rsid w:val="00200072"/>
    <w:rsid w:val="00200A95"/>
    <w:rsid w:val="00201CAF"/>
    <w:rsid w:val="00217526"/>
    <w:rsid w:val="002257DA"/>
    <w:rsid w:val="00226C91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3A79"/>
    <w:rsid w:val="00424908"/>
    <w:rsid w:val="0043669E"/>
    <w:rsid w:val="00440F32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52FA1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6E02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44CD5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84987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263B"/>
    <w:rsid w:val="00BB5BBB"/>
    <w:rsid w:val="00BC17F8"/>
    <w:rsid w:val="00BC7901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347C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2D5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B94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144</Words>
  <Characters>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20</cp:revision>
  <cp:lastPrinted>2016-11-18T06:27:00Z</cp:lastPrinted>
  <dcterms:created xsi:type="dcterms:W3CDTF">2014-11-11T11:46:00Z</dcterms:created>
  <dcterms:modified xsi:type="dcterms:W3CDTF">2016-11-18T06:27:00Z</dcterms:modified>
</cp:coreProperties>
</file>